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60" w:rsidRPr="008164F4" w:rsidRDefault="005B0960" w:rsidP="00082BA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164F4">
        <w:rPr>
          <w:b/>
          <w:sz w:val="28"/>
          <w:szCs w:val="28"/>
        </w:rPr>
        <w:t>СПРАВКА</w:t>
      </w:r>
    </w:p>
    <w:p w:rsidR="005B0960" w:rsidRDefault="005B0960" w:rsidP="00082BA1">
      <w:pPr>
        <w:jc w:val="center"/>
        <w:rPr>
          <w:b/>
          <w:sz w:val="28"/>
          <w:szCs w:val="28"/>
        </w:rPr>
      </w:pPr>
      <w:r w:rsidRPr="008164F4">
        <w:rPr>
          <w:b/>
          <w:sz w:val="28"/>
          <w:szCs w:val="28"/>
        </w:rPr>
        <w:t xml:space="preserve">о состоянии законодательства </w:t>
      </w:r>
    </w:p>
    <w:p w:rsidR="005B0960" w:rsidRDefault="005B0960" w:rsidP="00082BA1">
      <w:pPr>
        <w:jc w:val="center"/>
        <w:rPr>
          <w:b/>
          <w:sz w:val="28"/>
          <w:szCs w:val="28"/>
        </w:rPr>
      </w:pPr>
      <w:r w:rsidRPr="008164F4">
        <w:rPr>
          <w:b/>
          <w:sz w:val="28"/>
          <w:szCs w:val="28"/>
        </w:rPr>
        <w:t>в данной сфере правового регулирования</w:t>
      </w:r>
    </w:p>
    <w:p w:rsidR="005B0960" w:rsidRPr="008164F4" w:rsidRDefault="005B0960" w:rsidP="00082BA1">
      <w:pPr>
        <w:jc w:val="center"/>
        <w:rPr>
          <w:b/>
          <w:sz w:val="28"/>
          <w:szCs w:val="28"/>
        </w:rPr>
      </w:pPr>
    </w:p>
    <w:p w:rsidR="005B0960" w:rsidRDefault="005B0960" w:rsidP="00FA21ED">
      <w:pPr>
        <w:pStyle w:val="ListParagraph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Российской Федерации.</w:t>
      </w:r>
    </w:p>
    <w:p w:rsidR="005B0960" w:rsidRDefault="005B0960" w:rsidP="0065278A">
      <w:pPr>
        <w:pStyle w:val="ListParagraph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 Забайкальского края.</w:t>
      </w:r>
    </w:p>
    <w:p w:rsidR="005B0960" w:rsidRPr="003426E4" w:rsidRDefault="005B0960" w:rsidP="003426E4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26E4">
        <w:rPr>
          <w:bCs/>
          <w:color w:val="000000"/>
          <w:sz w:val="28"/>
          <w:szCs w:val="28"/>
        </w:rPr>
        <w:t>Закон Забайкальского края</w:t>
      </w:r>
      <w:r w:rsidRPr="003426E4">
        <w:rPr>
          <w:sz w:val="28"/>
          <w:szCs w:val="28"/>
        </w:rPr>
        <w:t xml:space="preserve"> от 18 февраля 2009 </w:t>
      </w:r>
      <w:r>
        <w:rPr>
          <w:sz w:val="28"/>
          <w:szCs w:val="28"/>
        </w:rPr>
        <w:t xml:space="preserve">года </w:t>
      </w:r>
      <w:r>
        <w:rPr>
          <w:sz w:val="28"/>
          <w:szCs w:val="28"/>
        </w:rPr>
        <w:br/>
      </w:r>
      <w:r w:rsidRPr="003426E4">
        <w:rPr>
          <w:sz w:val="28"/>
          <w:szCs w:val="28"/>
        </w:rPr>
        <w:t>№ 131-ЗЗК «О наградах в Забайкальском крае</w:t>
      </w:r>
      <w:r>
        <w:rPr>
          <w:sz w:val="28"/>
          <w:szCs w:val="28"/>
        </w:rPr>
        <w:t>».</w:t>
      </w:r>
    </w:p>
    <w:p w:rsidR="005B0960" w:rsidRPr="0065278A" w:rsidRDefault="005B0960" w:rsidP="00446F60">
      <w:pPr>
        <w:pStyle w:val="ListParagraph"/>
        <w:ind w:left="709"/>
        <w:jc w:val="both"/>
        <w:rPr>
          <w:sz w:val="28"/>
          <w:szCs w:val="28"/>
        </w:rPr>
      </w:pPr>
    </w:p>
    <w:p w:rsidR="005B0960" w:rsidRPr="008164F4" w:rsidRDefault="005B0960" w:rsidP="008164F4">
      <w:pPr>
        <w:jc w:val="center"/>
        <w:rPr>
          <w:b/>
          <w:sz w:val="28"/>
          <w:szCs w:val="28"/>
        </w:rPr>
      </w:pPr>
      <w:r w:rsidRPr="008164F4">
        <w:rPr>
          <w:b/>
          <w:sz w:val="28"/>
          <w:szCs w:val="28"/>
        </w:rPr>
        <w:t>ПЕРЕЧЕНЬ</w:t>
      </w:r>
    </w:p>
    <w:p w:rsidR="005B0960" w:rsidRDefault="005B0960" w:rsidP="00342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1888">
        <w:rPr>
          <w:b/>
          <w:sz w:val="28"/>
          <w:szCs w:val="28"/>
        </w:rPr>
        <w:t>нормативных правовых актов, подлежащих признанию утратившими силу, приостановлению, изменению или принятию в связи с принятием проекта закона Забайкальского края «</w:t>
      </w:r>
      <w:r>
        <w:rPr>
          <w:b/>
          <w:bCs/>
          <w:sz w:val="28"/>
          <w:szCs w:val="28"/>
        </w:rPr>
        <w:t>О внесении изменений в статью </w:t>
      </w:r>
      <w:r w:rsidRPr="00341888">
        <w:rPr>
          <w:b/>
          <w:bCs/>
          <w:sz w:val="28"/>
          <w:szCs w:val="28"/>
        </w:rPr>
        <w:t xml:space="preserve">11 </w:t>
      </w:r>
      <w:r w:rsidRPr="00341888">
        <w:rPr>
          <w:b/>
          <w:sz w:val="28"/>
          <w:szCs w:val="28"/>
        </w:rPr>
        <w:t xml:space="preserve">Закона Забайкальского края </w:t>
      </w:r>
    </w:p>
    <w:p w:rsidR="005B0960" w:rsidRPr="00341888" w:rsidRDefault="005B0960" w:rsidP="003426E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1888">
        <w:rPr>
          <w:b/>
          <w:sz w:val="28"/>
          <w:szCs w:val="28"/>
        </w:rPr>
        <w:t>«О наградах в Забайкальском крае»</w:t>
      </w:r>
    </w:p>
    <w:p w:rsidR="005B0960" w:rsidRPr="00341888" w:rsidRDefault="005B0960" w:rsidP="001B3D23">
      <w:pPr>
        <w:jc w:val="both"/>
        <w:rPr>
          <w:sz w:val="28"/>
          <w:szCs w:val="28"/>
        </w:rPr>
      </w:pPr>
    </w:p>
    <w:p w:rsidR="005B0960" w:rsidRPr="00E47691" w:rsidRDefault="005B0960" w:rsidP="003426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47691">
        <w:rPr>
          <w:sz w:val="28"/>
          <w:szCs w:val="28"/>
        </w:rPr>
        <w:t>В связи с принятием проекта закона Забайкальского края «</w:t>
      </w:r>
      <w:r w:rsidRPr="00E47691">
        <w:rPr>
          <w:bCs/>
          <w:color w:val="000000"/>
          <w:sz w:val="28"/>
          <w:szCs w:val="28"/>
        </w:rPr>
        <w:t xml:space="preserve">О внесении изменений в статью 11 Закона Забайкальского края </w:t>
      </w:r>
      <w:r w:rsidRPr="00E47691">
        <w:rPr>
          <w:sz w:val="28"/>
          <w:szCs w:val="28"/>
        </w:rPr>
        <w:t xml:space="preserve">«О наградах в Забайкальском крае» </w:t>
      </w:r>
      <w:r w:rsidRPr="00E47691">
        <w:rPr>
          <w:bCs/>
          <w:sz w:val="28"/>
          <w:szCs w:val="28"/>
        </w:rPr>
        <w:t>признание утратившим силу, приостановление, изменение или принятие нормативных правовых актов не потребуется.</w:t>
      </w:r>
    </w:p>
    <w:p w:rsidR="005B0960" w:rsidRPr="00E47691" w:rsidRDefault="005B0960" w:rsidP="003426E4">
      <w:pPr>
        <w:jc w:val="both"/>
        <w:rPr>
          <w:sz w:val="28"/>
          <w:szCs w:val="28"/>
        </w:rPr>
      </w:pPr>
    </w:p>
    <w:sectPr w:rsidR="005B0960" w:rsidRPr="00E47691" w:rsidSect="00096282">
      <w:headerReference w:type="even" r:id="rId7"/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60" w:rsidRDefault="005B0960">
      <w:r>
        <w:separator/>
      </w:r>
    </w:p>
  </w:endnote>
  <w:endnote w:type="continuationSeparator" w:id="0">
    <w:p w:rsidR="005B0960" w:rsidRDefault="005B0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60" w:rsidRDefault="005B0960">
      <w:r>
        <w:separator/>
      </w:r>
    </w:p>
  </w:footnote>
  <w:footnote w:type="continuationSeparator" w:id="0">
    <w:p w:rsidR="005B0960" w:rsidRDefault="005B0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60" w:rsidRDefault="005B0960" w:rsidP="008F25C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0960" w:rsidRDefault="005B09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60" w:rsidRDefault="005B0960">
    <w:pPr>
      <w:pStyle w:val="Header"/>
      <w:jc w:val="center"/>
    </w:pPr>
    <w:r w:rsidRPr="00096282">
      <w:rPr>
        <w:sz w:val="28"/>
      </w:rPr>
      <w:fldChar w:fldCharType="begin"/>
    </w:r>
    <w:r w:rsidRPr="00096282">
      <w:rPr>
        <w:sz w:val="28"/>
      </w:rPr>
      <w:instrText xml:space="preserve"> PAGE   \* MERGEFORMAT </w:instrText>
    </w:r>
    <w:r w:rsidRPr="00096282">
      <w:rPr>
        <w:sz w:val="28"/>
      </w:rPr>
      <w:fldChar w:fldCharType="separate"/>
    </w:r>
    <w:r>
      <w:rPr>
        <w:noProof/>
        <w:sz w:val="28"/>
      </w:rPr>
      <w:t>2</w:t>
    </w:r>
    <w:r w:rsidRPr="00096282">
      <w:rPr>
        <w:sz w:val="28"/>
      </w:rPr>
      <w:fldChar w:fldCharType="end"/>
    </w:r>
  </w:p>
  <w:p w:rsidR="005B0960" w:rsidRDefault="005B0960" w:rsidP="00B406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4F8"/>
    <w:multiLevelType w:val="hybridMultilevel"/>
    <w:tmpl w:val="23140E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F63D02"/>
    <w:multiLevelType w:val="hybridMultilevel"/>
    <w:tmpl w:val="3990BCCC"/>
    <w:lvl w:ilvl="0" w:tplc="FEDE0E4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7422351"/>
    <w:multiLevelType w:val="hybridMultilevel"/>
    <w:tmpl w:val="F7FAC944"/>
    <w:lvl w:ilvl="0" w:tplc="63A295CA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FA13A97"/>
    <w:multiLevelType w:val="hybridMultilevel"/>
    <w:tmpl w:val="E930575A"/>
    <w:lvl w:ilvl="0" w:tplc="9D9041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BA1487"/>
    <w:multiLevelType w:val="hybridMultilevel"/>
    <w:tmpl w:val="B41C227E"/>
    <w:lvl w:ilvl="0" w:tplc="9D94BC6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8252D17"/>
    <w:multiLevelType w:val="hybridMultilevel"/>
    <w:tmpl w:val="BF188D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C119B0"/>
    <w:multiLevelType w:val="hybridMultilevel"/>
    <w:tmpl w:val="2C58A26C"/>
    <w:lvl w:ilvl="0" w:tplc="7834C95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BC71896"/>
    <w:multiLevelType w:val="hybridMultilevel"/>
    <w:tmpl w:val="B3B6E218"/>
    <w:lvl w:ilvl="0" w:tplc="79121B5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78FB0ADF"/>
    <w:multiLevelType w:val="hybridMultilevel"/>
    <w:tmpl w:val="F6FA5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BE068F"/>
    <w:multiLevelType w:val="hybridMultilevel"/>
    <w:tmpl w:val="D9761108"/>
    <w:lvl w:ilvl="0" w:tplc="9AA08DD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EE27689"/>
    <w:multiLevelType w:val="hybridMultilevel"/>
    <w:tmpl w:val="F7FAC944"/>
    <w:lvl w:ilvl="0" w:tplc="63A295C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FA5"/>
    <w:rsid w:val="00004535"/>
    <w:rsid w:val="00005AF9"/>
    <w:rsid w:val="0002562F"/>
    <w:rsid w:val="00044A70"/>
    <w:rsid w:val="0004790F"/>
    <w:rsid w:val="000613C4"/>
    <w:rsid w:val="000616C8"/>
    <w:rsid w:val="00074C16"/>
    <w:rsid w:val="000814DB"/>
    <w:rsid w:val="00082BA1"/>
    <w:rsid w:val="00096282"/>
    <w:rsid w:val="000A0E8D"/>
    <w:rsid w:val="000A4B2D"/>
    <w:rsid w:val="000B5A32"/>
    <w:rsid w:val="000C1FBA"/>
    <w:rsid w:val="000C557D"/>
    <w:rsid w:val="000E6F09"/>
    <w:rsid w:val="001003C7"/>
    <w:rsid w:val="00101DBE"/>
    <w:rsid w:val="00104465"/>
    <w:rsid w:val="001207F4"/>
    <w:rsid w:val="001216C0"/>
    <w:rsid w:val="001227D2"/>
    <w:rsid w:val="001350D1"/>
    <w:rsid w:val="00140B9C"/>
    <w:rsid w:val="00141E42"/>
    <w:rsid w:val="001421C4"/>
    <w:rsid w:val="00144BB5"/>
    <w:rsid w:val="0015053F"/>
    <w:rsid w:val="00150FB8"/>
    <w:rsid w:val="00151741"/>
    <w:rsid w:val="00171368"/>
    <w:rsid w:val="00177721"/>
    <w:rsid w:val="001807F9"/>
    <w:rsid w:val="00185ECC"/>
    <w:rsid w:val="00186002"/>
    <w:rsid w:val="001911F4"/>
    <w:rsid w:val="001950C5"/>
    <w:rsid w:val="001B3D23"/>
    <w:rsid w:val="001B4588"/>
    <w:rsid w:val="001B4740"/>
    <w:rsid w:val="001C1FA5"/>
    <w:rsid w:val="001C53F3"/>
    <w:rsid w:val="001C6368"/>
    <w:rsid w:val="001E1E88"/>
    <w:rsid w:val="002031C4"/>
    <w:rsid w:val="00215105"/>
    <w:rsid w:val="002203CD"/>
    <w:rsid w:val="00237482"/>
    <w:rsid w:val="00243C28"/>
    <w:rsid w:val="00245361"/>
    <w:rsid w:val="00245967"/>
    <w:rsid w:val="00257943"/>
    <w:rsid w:val="00285AF5"/>
    <w:rsid w:val="002A4815"/>
    <w:rsid w:val="002A57F2"/>
    <w:rsid w:val="002A7B71"/>
    <w:rsid w:val="002C1B43"/>
    <w:rsid w:val="002C76E8"/>
    <w:rsid w:val="00312045"/>
    <w:rsid w:val="003149B7"/>
    <w:rsid w:val="0032021A"/>
    <w:rsid w:val="00326955"/>
    <w:rsid w:val="003416AA"/>
    <w:rsid w:val="00341888"/>
    <w:rsid w:val="003426E4"/>
    <w:rsid w:val="00345972"/>
    <w:rsid w:val="003472C3"/>
    <w:rsid w:val="003613C7"/>
    <w:rsid w:val="00362619"/>
    <w:rsid w:val="00364DFF"/>
    <w:rsid w:val="003650F6"/>
    <w:rsid w:val="00366338"/>
    <w:rsid w:val="00380071"/>
    <w:rsid w:val="003952C6"/>
    <w:rsid w:val="00397F59"/>
    <w:rsid w:val="003A1FAF"/>
    <w:rsid w:val="003C31E2"/>
    <w:rsid w:val="003E05B9"/>
    <w:rsid w:val="003E2EE1"/>
    <w:rsid w:val="003E4881"/>
    <w:rsid w:val="003F4A8F"/>
    <w:rsid w:val="00402873"/>
    <w:rsid w:val="00413C53"/>
    <w:rsid w:val="00415851"/>
    <w:rsid w:val="004245A6"/>
    <w:rsid w:val="004372EA"/>
    <w:rsid w:val="00446F60"/>
    <w:rsid w:val="00455374"/>
    <w:rsid w:val="00455F64"/>
    <w:rsid w:val="00461886"/>
    <w:rsid w:val="004818E3"/>
    <w:rsid w:val="0048533B"/>
    <w:rsid w:val="00490E07"/>
    <w:rsid w:val="0049121A"/>
    <w:rsid w:val="004943DD"/>
    <w:rsid w:val="00496F0B"/>
    <w:rsid w:val="004A2D18"/>
    <w:rsid w:val="004B1E9A"/>
    <w:rsid w:val="004B35F4"/>
    <w:rsid w:val="004C563B"/>
    <w:rsid w:val="004F3B19"/>
    <w:rsid w:val="004F5DDC"/>
    <w:rsid w:val="005048B9"/>
    <w:rsid w:val="005303F9"/>
    <w:rsid w:val="005506C2"/>
    <w:rsid w:val="0055282E"/>
    <w:rsid w:val="00556AE3"/>
    <w:rsid w:val="005A0F61"/>
    <w:rsid w:val="005A2A8F"/>
    <w:rsid w:val="005B0960"/>
    <w:rsid w:val="005B37EF"/>
    <w:rsid w:val="005B4037"/>
    <w:rsid w:val="005B4200"/>
    <w:rsid w:val="005D314A"/>
    <w:rsid w:val="005D7695"/>
    <w:rsid w:val="005E0096"/>
    <w:rsid w:val="005E409B"/>
    <w:rsid w:val="005E5DB8"/>
    <w:rsid w:val="005E6098"/>
    <w:rsid w:val="005F54E2"/>
    <w:rsid w:val="005F5C81"/>
    <w:rsid w:val="00600936"/>
    <w:rsid w:val="00605E75"/>
    <w:rsid w:val="00610E51"/>
    <w:rsid w:val="00621015"/>
    <w:rsid w:val="00621BEF"/>
    <w:rsid w:val="00623663"/>
    <w:rsid w:val="0063602E"/>
    <w:rsid w:val="0065278A"/>
    <w:rsid w:val="006552DB"/>
    <w:rsid w:val="00675827"/>
    <w:rsid w:val="00683778"/>
    <w:rsid w:val="00696038"/>
    <w:rsid w:val="006B5ADC"/>
    <w:rsid w:val="006C792A"/>
    <w:rsid w:val="006E3269"/>
    <w:rsid w:val="006F00C6"/>
    <w:rsid w:val="006F24F6"/>
    <w:rsid w:val="00703D90"/>
    <w:rsid w:val="00711AA8"/>
    <w:rsid w:val="00715711"/>
    <w:rsid w:val="00731E9B"/>
    <w:rsid w:val="00741EC9"/>
    <w:rsid w:val="00755CB3"/>
    <w:rsid w:val="0076083A"/>
    <w:rsid w:val="007613ED"/>
    <w:rsid w:val="00775274"/>
    <w:rsid w:val="007765B4"/>
    <w:rsid w:val="00777F48"/>
    <w:rsid w:val="00790F05"/>
    <w:rsid w:val="007A347A"/>
    <w:rsid w:val="007B2523"/>
    <w:rsid w:val="007B42B3"/>
    <w:rsid w:val="007C5132"/>
    <w:rsid w:val="007D0A29"/>
    <w:rsid w:val="007D1669"/>
    <w:rsid w:val="007D4C65"/>
    <w:rsid w:val="007E1C85"/>
    <w:rsid w:val="00805CF3"/>
    <w:rsid w:val="00810E37"/>
    <w:rsid w:val="008164F4"/>
    <w:rsid w:val="00817A27"/>
    <w:rsid w:val="00832092"/>
    <w:rsid w:val="00832D65"/>
    <w:rsid w:val="008356DB"/>
    <w:rsid w:val="00836ECB"/>
    <w:rsid w:val="00842796"/>
    <w:rsid w:val="00844C7B"/>
    <w:rsid w:val="008479E2"/>
    <w:rsid w:val="008547D2"/>
    <w:rsid w:val="0086132D"/>
    <w:rsid w:val="00870D38"/>
    <w:rsid w:val="00873DE5"/>
    <w:rsid w:val="0088074C"/>
    <w:rsid w:val="00887484"/>
    <w:rsid w:val="008A557B"/>
    <w:rsid w:val="008B4F33"/>
    <w:rsid w:val="008C1B72"/>
    <w:rsid w:val="008E4308"/>
    <w:rsid w:val="008E6E91"/>
    <w:rsid w:val="008F205B"/>
    <w:rsid w:val="008F25C9"/>
    <w:rsid w:val="008F3804"/>
    <w:rsid w:val="0090000C"/>
    <w:rsid w:val="00902806"/>
    <w:rsid w:val="00907BE1"/>
    <w:rsid w:val="00914145"/>
    <w:rsid w:val="00924B38"/>
    <w:rsid w:val="0092592B"/>
    <w:rsid w:val="009329F3"/>
    <w:rsid w:val="00940313"/>
    <w:rsid w:val="00951FC7"/>
    <w:rsid w:val="00961C7F"/>
    <w:rsid w:val="00967DD8"/>
    <w:rsid w:val="00974ABD"/>
    <w:rsid w:val="0097535B"/>
    <w:rsid w:val="0098303C"/>
    <w:rsid w:val="00985E83"/>
    <w:rsid w:val="009866A2"/>
    <w:rsid w:val="00987007"/>
    <w:rsid w:val="00997F8B"/>
    <w:rsid w:val="009B55FD"/>
    <w:rsid w:val="009B5E12"/>
    <w:rsid w:val="009C26E2"/>
    <w:rsid w:val="009C3929"/>
    <w:rsid w:val="009D1EB9"/>
    <w:rsid w:val="009D35CD"/>
    <w:rsid w:val="009F0735"/>
    <w:rsid w:val="00A0230B"/>
    <w:rsid w:val="00A0618F"/>
    <w:rsid w:val="00A2458A"/>
    <w:rsid w:val="00A25382"/>
    <w:rsid w:val="00A365A3"/>
    <w:rsid w:val="00A36C37"/>
    <w:rsid w:val="00A5247F"/>
    <w:rsid w:val="00A5264C"/>
    <w:rsid w:val="00A54397"/>
    <w:rsid w:val="00A65295"/>
    <w:rsid w:val="00A843CE"/>
    <w:rsid w:val="00A876BB"/>
    <w:rsid w:val="00A936BB"/>
    <w:rsid w:val="00AA723C"/>
    <w:rsid w:val="00AB08D3"/>
    <w:rsid w:val="00AB4F82"/>
    <w:rsid w:val="00AB606D"/>
    <w:rsid w:val="00AC689A"/>
    <w:rsid w:val="00AD0A55"/>
    <w:rsid w:val="00AD7032"/>
    <w:rsid w:val="00B24ED5"/>
    <w:rsid w:val="00B273CC"/>
    <w:rsid w:val="00B406E2"/>
    <w:rsid w:val="00B41135"/>
    <w:rsid w:val="00B42027"/>
    <w:rsid w:val="00B51F6A"/>
    <w:rsid w:val="00B56F18"/>
    <w:rsid w:val="00B64797"/>
    <w:rsid w:val="00B875DD"/>
    <w:rsid w:val="00B910E6"/>
    <w:rsid w:val="00B94956"/>
    <w:rsid w:val="00BA26A4"/>
    <w:rsid w:val="00BA28E5"/>
    <w:rsid w:val="00BB7B84"/>
    <w:rsid w:val="00BB7BD5"/>
    <w:rsid w:val="00BC19D6"/>
    <w:rsid w:val="00BC699A"/>
    <w:rsid w:val="00BD12CE"/>
    <w:rsid w:val="00BD1EA8"/>
    <w:rsid w:val="00BE0BB9"/>
    <w:rsid w:val="00BE6887"/>
    <w:rsid w:val="00BE73A0"/>
    <w:rsid w:val="00C01B08"/>
    <w:rsid w:val="00C01B82"/>
    <w:rsid w:val="00C03822"/>
    <w:rsid w:val="00C106CB"/>
    <w:rsid w:val="00C1622C"/>
    <w:rsid w:val="00C16891"/>
    <w:rsid w:val="00C31CF7"/>
    <w:rsid w:val="00C4305B"/>
    <w:rsid w:val="00C45CEA"/>
    <w:rsid w:val="00C47988"/>
    <w:rsid w:val="00C506D5"/>
    <w:rsid w:val="00C803A3"/>
    <w:rsid w:val="00C81889"/>
    <w:rsid w:val="00C925D5"/>
    <w:rsid w:val="00CA2086"/>
    <w:rsid w:val="00CA38F1"/>
    <w:rsid w:val="00CA4700"/>
    <w:rsid w:val="00CA78C4"/>
    <w:rsid w:val="00CB0F51"/>
    <w:rsid w:val="00CB3BAD"/>
    <w:rsid w:val="00CC3DF0"/>
    <w:rsid w:val="00CC742F"/>
    <w:rsid w:val="00CE2E5C"/>
    <w:rsid w:val="00CF18B9"/>
    <w:rsid w:val="00D40DAC"/>
    <w:rsid w:val="00D4516C"/>
    <w:rsid w:val="00D477AC"/>
    <w:rsid w:val="00D506D8"/>
    <w:rsid w:val="00D518B4"/>
    <w:rsid w:val="00D73AA8"/>
    <w:rsid w:val="00D75514"/>
    <w:rsid w:val="00D8473A"/>
    <w:rsid w:val="00D84F2B"/>
    <w:rsid w:val="00D85749"/>
    <w:rsid w:val="00DA5371"/>
    <w:rsid w:val="00DB1E87"/>
    <w:rsid w:val="00DD1CDB"/>
    <w:rsid w:val="00E07A38"/>
    <w:rsid w:val="00E25B22"/>
    <w:rsid w:val="00E26072"/>
    <w:rsid w:val="00E370C7"/>
    <w:rsid w:val="00E44DED"/>
    <w:rsid w:val="00E47691"/>
    <w:rsid w:val="00E7277D"/>
    <w:rsid w:val="00E97CE7"/>
    <w:rsid w:val="00EB0C40"/>
    <w:rsid w:val="00EB0F97"/>
    <w:rsid w:val="00EB3D4B"/>
    <w:rsid w:val="00EC087A"/>
    <w:rsid w:val="00EC591D"/>
    <w:rsid w:val="00EE7304"/>
    <w:rsid w:val="00EF036F"/>
    <w:rsid w:val="00F07F7B"/>
    <w:rsid w:val="00F14AF5"/>
    <w:rsid w:val="00F20EE3"/>
    <w:rsid w:val="00F35413"/>
    <w:rsid w:val="00F40DE5"/>
    <w:rsid w:val="00F52559"/>
    <w:rsid w:val="00F6476C"/>
    <w:rsid w:val="00F71CD1"/>
    <w:rsid w:val="00F73C89"/>
    <w:rsid w:val="00F74A69"/>
    <w:rsid w:val="00F82E93"/>
    <w:rsid w:val="00F85B1A"/>
    <w:rsid w:val="00F928B5"/>
    <w:rsid w:val="00FA21ED"/>
    <w:rsid w:val="00FA517A"/>
    <w:rsid w:val="00FA7247"/>
    <w:rsid w:val="00FB7DDD"/>
    <w:rsid w:val="00FC3E21"/>
    <w:rsid w:val="00FD1432"/>
    <w:rsid w:val="00FE252A"/>
    <w:rsid w:val="00FE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DB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0E5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0E51"/>
    <w:rPr>
      <w:rFonts w:ascii="Arial" w:hAnsi="Arial" w:cs="Arial"/>
      <w:b/>
      <w:bCs/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9403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EE1"/>
    <w:rPr>
      <w:sz w:val="0"/>
      <w:szCs w:val="0"/>
    </w:rPr>
  </w:style>
  <w:style w:type="paragraph" w:customStyle="1" w:styleId="ConsPlusNormal">
    <w:name w:val="ConsPlusNormal"/>
    <w:uiPriority w:val="99"/>
    <w:rsid w:val="0032695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A2458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9628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2458A"/>
    <w:rPr>
      <w:rFonts w:cs="Times New Roman"/>
    </w:rPr>
  </w:style>
  <w:style w:type="paragraph" w:customStyle="1" w:styleId="1">
    <w:name w:val="Знак Знак Знак1 Знак"/>
    <w:basedOn w:val="Normal"/>
    <w:uiPriority w:val="99"/>
    <w:rsid w:val="00FE25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FE25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FE252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94EE1"/>
    <w:rPr>
      <w:sz w:val="24"/>
      <w:szCs w:val="24"/>
    </w:rPr>
  </w:style>
  <w:style w:type="paragraph" w:customStyle="1" w:styleId="ConsPlusNonformat">
    <w:name w:val="ConsPlusNonformat"/>
    <w:uiPriority w:val="99"/>
    <w:rsid w:val="00836EC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BE6887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C591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C591D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EC591D"/>
    <w:rPr>
      <w:rFonts w:cs="Times New Roman"/>
      <w:vertAlign w:val="superscript"/>
    </w:rPr>
  </w:style>
  <w:style w:type="paragraph" w:customStyle="1" w:styleId="a0">
    <w:name w:val="Прижатый влево"/>
    <w:basedOn w:val="Normal"/>
    <w:next w:val="Normal"/>
    <w:uiPriority w:val="99"/>
    <w:rsid w:val="00610E5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082BA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B406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06E2"/>
    <w:rPr>
      <w:rFonts w:cs="Times New Roman"/>
      <w:sz w:val="24"/>
      <w:szCs w:val="24"/>
    </w:rPr>
  </w:style>
  <w:style w:type="character" w:customStyle="1" w:styleId="pagesindoccount">
    <w:name w:val="pagesindoccount"/>
    <w:basedOn w:val="DefaultParagraphFont"/>
    <w:uiPriority w:val="99"/>
    <w:rsid w:val="00096282"/>
    <w:rPr>
      <w:rFonts w:cs="Times New Roman"/>
    </w:rPr>
  </w:style>
  <w:style w:type="character" w:styleId="Hyperlink">
    <w:name w:val="Hyperlink"/>
    <w:basedOn w:val="DefaultParagraphFont"/>
    <w:uiPriority w:val="99"/>
    <w:rsid w:val="00096282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5E609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E60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E6098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E60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E60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114</Words>
  <Characters>651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вносится</dc:title>
  <dc:subject/>
  <dc:creator>123</dc:creator>
  <cp:keywords/>
  <dc:description/>
  <cp:lastModifiedBy>ButakovaSB</cp:lastModifiedBy>
  <cp:revision>2</cp:revision>
  <cp:lastPrinted>2025-02-07T06:51:00Z</cp:lastPrinted>
  <dcterms:created xsi:type="dcterms:W3CDTF">2025-02-10T03:08:00Z</dcterms:created>
  <dcterms:modified xsi:type="dcterms:W3CDTF">2025-02-10T03:08:00Z</dcterms:modified>
</cp:coreProperties>
</file>